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6459846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 xml:space="preserve">ZAŁĄCZNIK NR 2 DO SWZ – </w:t>
      </w:r>
      <w:r w:rsidR="00D12C0A" w:rsidRPr="00D12C0A">
        <w:rPr>
          <w:rFonts w:ascii="Verdana" w:eastAsia="Verdana" w:hAnsi="Verdana" w:cs="Times New Roman"/>
          <w:b/>
        </w:rPr>
        <w:t>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751827EF" w14:textId="77777777" w:rsidR="009F306E" w:rsidRPr="0070462E" w:rsidRDefault="009F306E" w:rsidP="009F306E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3AC103AB" w14:textId="77777777" w:rsidR="009F306E" w:rsidRPr="0070462E" w:rsidRDefault="009F306E" w:rsidP="009F306E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19B69D1A" w14:textId="77777777" w:rsidR="009F306E" w:rsidRPr="0070462E" w:rsidRDefault="009F306E" w:rsidP="009F306E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0DB5AA17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0D4AFE50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110B0142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6E3BEB4F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0BBF2798" w14:textId="77777777" w:rsidR="009F306E" w:rsidRPr="0070462E" w:rsidRDefault="009F306E" w:rsidP="009F306E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osób fizycznych </w:t>
      </w:r>
      <w:r>
        <w:rPr>
          <w:rFonts w:cstheme="minorHAnsi"/>
          <w:szCs w:val="18"/>
          <w:lang w:eastAsia="pl-PL"/>
        </w:rPr>
        <w:t xml:space="preserve">zamieszkałych w Rosji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3F5EA94B" w14:textId="77777777" w:rsidR="009F306E" w:rsidRPr="0070462E" w:rsidRDefault="009F306E" w:rsidP="009F306E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2D916921" w14:textId="77777777" w:rsidR="009F306E" w:rsidRPr="0070462E" w:rsidRDefault="009F306E" w:rsidP="009F306E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</w:t>
      </w:r>
      <w:r>
        <w:rPr>
          <w:rFonts w:cstheme="minorHAnsi"/>
          <w:szCs w:val="18"/>
          <w:lang w:eastAsia="pl-PL"/>
        </w:rPr>
        <w:t>u lub organu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3E7AEA62" w14:textId="77777777" w:rsidR="009F306E" w:rsidRPr="0070462E" w:rsidRDefault="009F306E" w:rsidP="009F306E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0C7E91D0" w14:textId="77777777" w:rsidR="009F306E" w:rsidRPr="0070462E" w:rsidRDefault="009F306E" w:rsidP="009F306E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EAC94BA" w14:textId="77777777" w:rsidR="009F306E" w:rsidRPr="0070462E" w:rsidRDefault="009F306E" w:rsidP="009F306E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6DD29E4D" w14:textId="77777777" w:rsidR="009F306E" w:rsidRPr="00393D1B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393D1B">
        <w:rPr>
          <w:rFonts w:cstheme="minorHAnsi"/>
          <w:b/>
          <w:bCs/>
          <w:szCs w:val="18"/>
          <w:lang w:eastAsia="pl-PL"/>
        </w:rPr>
        <w:t>(zgodnie z pkt. 9.4.2.1 Procedury Zakupów)</w:t>
      </w:r>
      <w:r w:rsidRPr="00393D1B">
        <w:rPr>
          <w:rFonts w:cstheme="minorHAnsi"/>
          <w:szCs w:val="18"/>
          <w:lang w:eastAsia="pl-PL"/>
        </w:rPr>
        <w:t xml:space="preserve"> Wykonawca nie spełnia lub nie wykazał spełnienia warunków udziału w Postępowaniu zakupowym,</w:t>
      </w:r>
    </w:p>
    <w:p w14:paraId="440FDE31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2FCBDF22" w14:textId="77777777" w:rsidR="009F306E" w:rsidRPr="0070462E" w:rsidRDefault="009F306E" w:rsidP="009F306E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3B3BF351" w14:textId="77777777" w:rsidR="009F306E" w:rsidRPr="0070462E" w:rsidRDefault="009F306E" w:rsidP="009F306E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05F24DB6" w14:textId="77777777" w:rsidR="009F306E" w:rsidRPr="0070462E" w:rsidRDefault="009F306E" w:rsidP="009F306E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3B9BE615" w14:textId="77777777" w:rsidR="009F306E" w:rsidRPr="0070462E" w:rsidRDefault="009F306E" w:rsidP="009F306E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6D6787C" w14:textId="77777777" w:rsidR="009F306E" w:rsidRPr="0070462E" w:rsidRDefault="009F306E" w:rsidP="009F306E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4CD92A7A" w14:textId="77777777" w:rsidR="009F306E" w:rsidRPr="0070462E" w:rsidRDefault="009F306E" w:rsidP="009F306E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423F66B5" w14:textId="77777777" w:rsidR="009F306E" w:rsidRPr="0070462E" w:rsidRDefault="009F306E" w:rsidP="009F306E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554062C" w14:textId="77777777" w:rsidR="009F306E" w:rsidRPr="0070462E" w:rsidRDefault="009F306E" w:rsidP="009F306E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537D8659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197DF4C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0A5E2DB8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A0CADC8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3373A581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76A10327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A02DF57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7B3EBCEE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30E2FCBC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0F067EF5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07413B7F" w14:textId="77777777" w:rsidR="009F306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6C943D58" w:rsidR="0070462E" w:rsidRPr="0070462E" w:rsidRDefault="009F306E" w:rsidP="009F306E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</w:t>
      </w:r>
      <w:r w:rsidR="0070462E" w:rsidRPr="0070462E">
        <w:rPr>
          <w:rFonts w:cstheme="minorHAnsi"/>
          <w:szCs w:val="18"/>
          <w:lang w:eastAsia="pl-PL"/>
        </w:rPr>
        <w:t xml:space="preserve">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7E28BB1C" w14:textId="77777777" w:rsidR="001E2909" w:rsidRPr="00A43A27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A43A27">
        <w:rPr>
          <w:rFonts w:cstheme="minorHAnsi"/>
          <w:snapToGrid w:val="0"/>
          <w:sz w:val="20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7B9F1EAC" w14:textId="77777777" w:rsidR="001E2909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3564C">
        <w:rPr>
          <w:rFonts w:cstheme="minorHAnsi"/>
          <w:snapToGrid w:val="0"/>
          <w:sz w:val="20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</w:t>
      </w:r>
      <w:r>
        <w:rPr>
          <w:rFonts w:cstheme="minorHAnsi"/>
          <w:snapToGrid w:val="0"/>
          <w:sz w:val="20"/>
          <w:lang w:eastAsia="pl-PL"/>
        </w:rPr>
        <w:t>tanowiącym przedmiot zamówienia</w:t>
      </w:r>
      <w:r>
        <w:rPr>
          <w:rFonts w:cstheme="minorHAnsi"/>
          <w:b/>
          <w:snapToGrid w:val="0"/>
          <w:sz w:val="20"/>
          <w:lang w:eastAsia="pl-PL"/>
        </w:rPr>
        <w:t>,</w:t>
      </w:r>
      <w:r w:rsidRPr="00F00665">
        <w:rPr>
          <w:rFonts w:cstheme="minorHAnsi"/>
          <w:snapToGrid w:val="0"/>
          <w:sz w:val="20"/>
          <w:lang w:eastAsia="pl-PL"/>
        </w:rPr>
        <w:t xml:space="preserve"> </w:t>
      </w:r>
    </w:p>
    <w:p w14:paraId="5FB291E9" w14:textId="2268B648" w:rsidR="0070462E" w:rsidRPr="00D2510F" w:rsidRDefault="001E2909" w:rsidP="001E2909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F00665">
        <w:rPr>
          <w:rFonts w:cstheme="minorHAnsi"/>
          <w:snapToGrid w:val="0"/>
          <w:sz w:val="20"/>
          <w:lang w:eastAsia="pl-PL"/>
        </w:rPr>
        <w:t xml:space="preserve">zgodnie z formularzem stanowiącym </w:t>
      </w:r>
      <w:r w:rsidRPr="00C95CF5">
        <w:rPr>
          <w:rFonts w:cstheme="minorHAnsi"/>
          <w:b/>
          <w:snapToGrid w:val="0"/>
          <w:sz w:val="20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1D1F9679" w14:textId="4203AB3F" w:rsid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D2510F">
        <w:rPr>
          <w:rFonts w:cstheme="minorHAnsi"/>
          <w:szCs w:val="18"/>
          <w:lang w:eastAsia="pl-PL"/>
        </w:rPr>
        <w:t>nN</w:t>
      </w:r>
      <w:proofErr w:type="spellEnd"/>
      <w:r w:rsidRPr="00D2510F">
        <w:rPr>
          <w:rFonts w:cstheme="minorHAnsi"/>
          <w:szCs w:val="18"/>
          <w:lang w:eastAsia="pl-PL"/>
        </w:rPr>
        <w:t>) w technologii PPN (prac pod napięciem) – 2 osoby</w:t>
      </w:r>
      <w:r w:rsidR="001E2909">
        <w:rPr>
          <w:rFonts w:cstheme="minorHAnsi"/>
          <w:szCs w:val="18"/>
          <w:lang w:eastAsia="pl-PL"/>
        </w:rPr>
        <w:t>,</w:t>
      </w:r>
    </w:p>
    <w:p w14:paraId="6185E8EB" w14:textId="3D754754" w:rsidR="001E2909" w:rsidRPr="00D2510F" w:rsidRDefault="001E2909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 w:val="20"/>
          <w:lang w:eastAsia="pl-PL"/>
        </w:rPr>
        <w:t xml:space="preserve">posiadają </w:t>
      </w:r>
      <w:r w:rsidRPr="00061CF0">
        <w:rPr>
          <w:rFonts w:cstheme="minorHAnsi"/>
          <w:sz w:val="20"/>
          <w:lang w:eastAsia="pl-PL"/>
        </w:rPr>
        <w:t>uprawnienia budowlane do projektowania (uprawnienia 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 – 1 osoba</w:t>
      </w:r>
      <w:r>
        <w:rPr>
          <w:rFonts w:cstheme="minorHAnsi"/>
          <w:sz w:val="20"/>
          <w:lang w:eastAsia="pl-PL"/>
        </w:rPr>
        <w:t>,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>
        <w:rPr>
          <w:rFonts w:cstheme="minorHAnsi"/>
          <w:sz w:val="20"/>
          <w:lang w:eastAsia="pl-PL"/>
        </w:rPr>
        <w:t>U</w:t>
      </w:r>
      <w:r w:rsidR="00D2510F" w:rsidRPr="004B4556">
        <w:rPr>
          <w:rFonts w:cstheme="minorHAnsi"/>
          <w:sz w:val="20"/>
          <w:lang w:eastAsia="pl-PL"/>
        </w:rPr>
        <w:t xml:space="preserve">bezpieczenie od odpowiedzialności cywilnej w zakresie prowadzonej działalności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>co najmniej 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>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0B944436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 xml:space="preserve">Oświadczenie o doświadczeniu zawodowym, o którym mowa w pkt 1.2.1.a) </w:t>
      </w:r>
      <w:r w:rsidR="001E2909">
        <w:rPr>
          <w:rFonts w:eastAsia="Calibri" w:cstheme="minorHAnsi"/>
          <w:szCs w:val="18"/>
        </w:rPr>
        <w:t xml:space="preserve">i b) </w:t>
      </w:r>
      <w:r w:rsidRPr="00115669">
        <w:rPr>
          <w:rFonts w:eastAsia="Calibri" w:cstheme="minorHAnsi"/>
          <w:szCs w:val="18"/>
        </w:rPr>
        <w:t>powyżej, (</w:t>
      </w:r>
      <w:r w:rsidRPr="00115669">
        <w:rPr>
          <w:rFonts w:eastAsia="Calibri" w:cstheme="minorHAnsi"/>
          <w:b/>
          <w:szCs w:val="18"/>
        </w:rPr>
        <w:t>zgodnie 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50D39399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1E2909">
        <w:rPr>
          <w:rFonts w:eastAsia="Calibri" w:cstheme="minorHAnsi"/>
          <w:bCs/>
          <w:szCs w:val="18"/>
        </w:rPr>
        <w:t>c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lastRenderedPageBreak/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08B18CA8" w14:textId="77777777" w:rsidR="001E2909" w:rsidRPr="001E290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</w:p>
    <w:p w14:paraId="71E320F4" w14:textId="5F32F314" w:rsidR="0070462E" w:rsidRPr="00115669" w:rsidRDefault="001E2909" w:rsidP="001E2909">
      <w:pPr>
        <w:pStyle w:val="Tekstpodstawowy"/>
        <w:spacing w:line="24" w:lineRule="atLeast"/>
        <w:ind w:left="993" w:hanging="709"/>
        <w:outlineLvl w:val="0"/>
        <w:rPr>
          <w:rFonts w:asciiTheme="minorHAnsi" w:hAnsiTheme="minorHAnsi" w:cstheme="minorHAnsi"/>
          <w:sz w:val="18"/>
          <w:szCs w:val="18"/>
        </w:rPr>
      </w:pPr>
      <w:r w:rsidRPr="001E2909">
        <w:rPr>
          <w:rFonts w:asciiTheme="minorHAnsi" w:hAnsiTheme="minorHAnsi" w:cstheme="minorHAnsi"/>
          <w:b/>
          <w:iCs/>
          <w:sz w:val="18"/>
          <w:szCs w:val="18"/>
        </w:rPr>
        <w:t>3.1.1.</w:t>
      </w:r>
      <w:r w:rsidRPr="001E2909">
        <w:rPr>
          <w:rFonts w:asciiTheme="minorHAnsi" w:hAnsiTheme="minorHAnsi" w:cstheme="minorHAnsi"/>
          <w:b/>
          <w:iCs/>
          <w:sz w:val="18"/>
          <w:szCs w:val="18"/>
        </w:rPr>
        <w:tab/>
        <w:t>Podpisany Formularz cenowy/Arkusz kalkulacyjny wg Załącznika nr 3.1 do SWZ.</w:t>
      </w:r>
    </w:p>
    <w:p w14:paraId="31743531" w14:textId="77777777" w:rsidR="0070462E" w:rsidRPr="0070462E" w:rsidRDefault="0070462E" w:rsidP="001E2909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579F1B1" w:rsidR="00296A65" w:rsidRPr="00115669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55E8E0F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258DA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CE1E2C">
            <w:rPr>
              <w:rFonts w:asciiTheme="majorHAnsi" w:hAnsiTheme="majorHAnsi"/>
              <w:color w:val="000000" w:themeColor="text1"/>
              <w:sz w:val="14"/>
              <w:szCs w:val="18"/>
            </w:rPr>
            <w:t>192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8258DA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2052178">
    <w:abstractNumId w:val="18"/>
  </w:num>
  <w:num w:numId="2" w16cid:durableId="1342706777">
    <w:abstractNumId w:val="7"/>
  </w:num>
  <w:num w:numId="3" w16cid:durableId="1613633973">
    <w:abstractNumId w:val="12"/>
  </w:num>
  <w:num w:numId="4" w16cid:durableId="459305895">
    <w:abstractNumId w:val="20"/>
  </w:num>
  <w:num w:numId="5" w16cid:durableId="272442125">
    <w:abstractNumId w:val="18"/>
  </w:num>
  <w:num w:numId="6" w16cid:durableId="233047282">
    <w:abstractNumId w:val="18"/>
  </w:num>
  <w:num w:numId="7" w16cid:durableId="1807821443">
    <w:abstractNumId w:val="3"/>
  </w:num>
  <w:num w:numId="8" w16cid:durableId="1604461327">
    <w:abstractNumId w:val="27"/>
  </w:num>
  <w:num w:numId="9" w16cid:durableId="225804249">
    <w:abstractNumId w:val="16"/>
  </w:num>
  <w:num w:numId="10" w16cid:durableId="797065210">
    <w:abstractNumId w:val="4"/>
  </w:num>
  <w:num w:numId="11" w16cid:durableId="2089184603">
    <w:abstractNumId w:val="13"/>
  </w:num>
  <w:num w:numId="12" w16cid:durableId="109714125">
    <w:abstractNumId w:val="11"/>
  </w:num>
  <w:num w:numId="13" w16cid:durableId="80572018">
    <w:abstractNumId w:val="26"/>
  </w:num>
  <w:num w:numId="14" w16cid:durableId="1661427133">
    <w:abstractNumId w:val="22"/>
  </w:num>
  <w:num w:numId="15" w16cid:durableId="763844417">
    <w:abstractNumId w:val="15"/>
  </w:num>
  <w:num w:numId="16" w16cid:durableId="50152540">
    <w:abstractNumId w:val="9"/>
  </w:num>
  <w:num w:numId="17" w16cid:durableId="857738863">
    <w:abstractNumId w:val="5"/>
  </w:num>
  <w:num w:numId="18" w16cid:durableId="1476601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537046">
    <w:abstractNumId w:val="0"/>
  </w:num>
  <w:num w:numId="20" w16cid:durableId="1660765786">
    <w:abstractNumId w:val="28"/>
  </w:num>
  <w:num w:numId="21" w16cid:durableId="275218384">
    <w:abstractNumId w:val="1"/>
  </w:num>
  <w:num w:numId="22" w16cid:durableId="1460877779">
    <w:abstractNumId w:val="14"/>
  </w:num>
  <w:num w:numId="23" w16cid:durableId="1895896572">
    <w:abstractNumId w:val="10"/>
  </w:num>
  <w:num w:numId="24" w16cid:durableId="368410509">
    <w:abstractNumId w:val="21"/>
  </w:num>
  <w:num w:numId="25" w16cid:durableId="438262518">
    <w:abstractNumId w:val="25"/>
  </w:num>
  <w:num w:numId="26" w16cid:durableId="1295990613">
    <w:abstractNumId w:val="2"/>
  </w:num>
  <w:num w:numId="27" w16cid:durableId="360857684">
    <w:abstractNumId w:val="24"/>
  </w:num>
  <w:num w:numId="28" w16cid:durableId="1263490094">
    <w:abstractNumId w:val="23"/>
  </w:num>
  <w:num w:numId="29" w16cid:durableId="14336235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6697363">
    <w:abstractNumId w:val="19"/>
  </w:num>
  <w:num w:numId="31" w16cid:durableId="213420709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2909"/>
    <w:rsid w:val="001E7E73"/>
    <w:rsid w:val="001F3242"/>
    <w:rsid w:val="001F3600"/>
    <w:rsid w:val="001F3F20"/>
    <w:rsid w:val="001F737A"/>
    <w:rsid w:val="0020371D"/>
    <w:rsid w:val="002067F1"/>
    <w:rsid w:val="00211B96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C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4921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05AA8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58DA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306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0789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1E2C"/>
    <w:rsid w:val="00CE2F55"/>
    <w:rsid w:val="00D03C12"/>
    <w:rsid w:val="00D10930"/>
    <w:rsid w:val="00D1247E"/>
    <w:rsid w:val="00D12C0A"/>
    <w:rsid w:val="00D21BCE"/>
    <w:rsid w:val="00D2510F"/>
    <w:rsid w:val="00D516C1"/>
    <w:rsid w:val="00D6344F"/>
    <w:rsid w:val="00D80E4A"/>
    <w:rsid w:val="00D9793B"/>
    <w:rsid w:val="00DA64DB"/>
    <w:rsid w:val="00DB1C97"/>
    <w:rsid w:val="00DB1E5E"/>
    <w:rsid w:val="00DB3B99"/>
    <w:rsid w:val="00DB4140"/>
    <w:rsid w:val="00DB592A"/>
    <w:rsid w:val="00DC76F0"/>
    <w:rsid w:val="00DC7E48"/>
    <w:rsid w:val="00DD06C0"/>
    <w:rsid w:val="00DE1789"/>
    <w:rsid w:val="00DE2A42"/>
    <w:rsid w:val="00DE3208"/>
    <w:rsid w:val="00DE5745"/>
    <w:rsid w:val="00DE7A99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7A8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4FE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postepowaniu,dokumenty.docx</dmsv2BaseFileName>
    <dmsv2BaseDisplayName xmlns="http://schemas.microsoft.com/sharepoint/v3">Załącznik nr 2 do SWZ - Warunki udziału w postepowaniu,dokumenty</dmsv2BaseDisplayName>
    <dmsv2SWPP2ObjectNumber xmlns="http://schemas.microsoft.com/sharepoint/v3">POST/DYS/OLD/GZ/00192/2026                        </dmsv2SWPP2ObjectNumber>
    <dmsv2SWPP2SumMD5 xmlns="http://schemas.microsoft.com/sharepoint/v3">5700b0d97b657a70658e0362d2ca305d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24186886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JEUP5JKVCYQC-1398355148-10519</_dlc_DocId>
    <_dlc_DocIdUrl xmlns="a19cb1c7-c5c7-46d4-85ae-d83685407bba">
      <Url>https://swpp2.dms.gkpge.pl/sites/41/_layouts/15/DocIdRedir.aspx?ID=JEUP5JKVCYQC-1398355148-10519</Url>
      <Description>JEUP5JKVCYQC-1398355148-10519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F12417-577E-4813-95DB-68A7A0F1DB4F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37274C05-2E75-4D46-B514-B452B16DEBD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6</Pages>
  <Words>3526</Words>
  <Characters>21160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7</cp:revision>
  <cp:lastPrinted>2024-07-15T11:21:00Z</cp:lastPrinted>
  <dcterms:created xsi:type="dcterms:W3CDTF">2025-11-25T06:47:00Z</dcterms:created>
  <dcterms:modified xsi:type="dcterms:W3CDTF">2026-01-23T10:29:00Z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73d1e094-bea6-4524-86bf-cb0102e44680</vt:lpwstr>
  </property>
</Properties>
</file>